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15BFA7C" w:rsidR="00F1480E" w:rsidRPr="000754EC" w:rsidRDefault="006A0208" w:rsidP="006A0208">
            <w:pPr>
              <w:pStyle w:val="SIUNITCODE"/>
            </w:pPr>
            <w:r>
              <w:t>SFIAQU</w:t>
            </w:r>
            <w:r w:rsidR="00A55976">
              <w:t>404</w:t>
            </w:r>
          </w:p>
        </w:tc>
        <w:tc>
          <w:tcPr>
            <w:tcW w:w="3604" w:type="pct"/>
            <w:shd w:val="clear" w:color="auto" w:fill="auto"/>
          </w:tcPr>
          <w:p w14:paraId="41850966" w14:textId="1764B638" w:rsidR="00F1480E" w:rsidRPr="000754EC" w:rsidRDefault="00A55976" w:rsidP="000754EC">
            <w:pPr>
              <w:pStyle w:val="SIUnittitle"/>
            </w:pPr>
            <w:r w:rsidRPr="00A55976">
              <w:t>Operate hatchery</w:t>
            </w:r>
          </w:p>
        </w:tc>
      </w:tr>
      <w:tr w:rsidR="00A55976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A55976" w:rsidRPr="00A55976" w:rsidRDefault="00A55976" w:rsidP="00A55976">
            <w:pPr>
              <w:pStyle w:val="SIHeading2"/>
            </w:pPr>
            <w:r w:rsidRPr="00FD557D">
              <w:t>Application</w:t>
            </w:r>
          </w:p>
          <w:p w14:paraId="5D1C7433" w14:textId="77777777" w:rsidR="00A55976" w:rsidRPr="00923720" w:rsidRDefault="00A55976" w:rsidP="00A55976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7E69241" w14:textId="02D3D44D" w:rsidR="00A55976" w:rsidRDefault="00A55976" w:rsidP="00A55976">
            <w:pPr>
              <w:pStyle w:val="SIText"/>
            </w:pPr>
            <w:r w:rsidRPr="00A55976">
              <w:t xml:space="preserve">This unit of competency describes the skills and knowledge required to </w:t>
            </w:r>
            <w:r w:rsidRPr="00A55976">
              <w:rPr>
                <w:rFonts w:eastAsia="Calibri"/>
              </w:rPr>
              <w:t xml:space="preserve">oversee the breeding, culling and raising of broodstock and progeny and preparing for distribution </w:t>
            </w:r>
            <w:r w:rsidR="0022560E">
              <w:t>in hatchery operations.</w:t>
            </w:r>
          </w:p>
          <w:p w14:paraId="13843C0E" w14:textId="77777777" w:rsidR="0022560E" w:rsidRPr="00A55976" w:rsidRDefault="0022560E" w:rsidP="00A55976">
            <w:pPr>
              <w:pStyle w:val="SIText"/>
            </w:pPr>
          </w:p>
          <w:p w14:paraId="672754E2" w14:textId="5EA2BB89" w:rsidR="00D950F9" w:rsidRPr="00D950F9" w:rsidRDefault="00A55976" w:rsidP="00D950F9">
            <w:pPr>
              <w:pStyle w:val="SIText"/>
            </w:pPr>
            <w:r w:rsidRPr="00A55976">
              <w:t>The unit applies to individuals who have responsibility for aquaculture hatchery production and use specialised technical skills and knowledge to manage the work team and operations.</w:t>
            </w:r>
          </w:p>
          <w:p w14:paraId="3C898583" w14:textId="6AF0544A" w:rsidR="0022560E" w:rsidRPr="00A55976" w:rsidRDefault="0022560E" w:rsidP="00A55976">
            <w:pPr>
              <w:pStyle w:val="SIText"/>
            </w:pPr>
          </w:p>
          <w:p w14:paraId="222DE076" w14:textId="683974B1" w:rsidR="00A55976" w:rsidRPr="00A55976" w:rsidRDefault="00A55976" w:rsidP="00A55976">
            <w:pPr>
              <w:pStyle w:val="SIText"/>
            </w:pPr>
            <w:r w:rsidRPr="00A55976">
              <w:t>No occupational licensing, legislative or certification requirements apply to this unit at the time of publication.</w:t>
            </w:r>
            <w:r w:rsidRPr="00A55976">
              <w:fldChar w:fldCharType="begin"/>
            </w:r>
            <w:r w:rsidRPr="00A55976">
              <w:instrText xml:space="preserve"> STYLEREF  "AFSA AR Code"  \* MERGEFORMAT </w:instrText>
            </w:r>
            <w:r w:rsidRPr="00A55976">
              <w:fldChar w:fldCharType="end"/>
            </w:r>
          </w:p>
        </w:tc>
      </w:tr>
      <w:tr w:rsidR="00A55976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A55976" w:rsidRPr="00A55976" w:rsidRDefault="00A55976" w:rsidP="00A55976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A55976" w:rsidRPr="00A55976" w:rsidRDefault="00A55976" w:rsidP="00A55976">
            <w:pPr>
              <w:pStyle w:val="SIText"/>
            </w:pPr>
            <w:r w:rsidRPr="008908DE">
              <w:t>Ni</w:t>
            </w:r>
            <w:r w:rsidRPr="00A55976">
              <w:t xml:space="preserve">l </w:t>
            </w:r>
          </w:p>
        </w:tc>
      </w:tr>
      <w:tr w:rsidR="00A55976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A55976" w:rsidRPr="00A55976" w:rsidRDefault="00A55976" w:rsidP="00A55976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A55976" w:rsidRPr="00A55976" w:rsidRDefault="00A55976" w:rsidP="00A55976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55976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7B5E87BD" w:rsidR="00A55976" w:rsidRPr="00A55976" w:rsidRDefault="00A55976" w:rsidP="00A55976">
            <w:pPr>
              <w:pStyle w:val="SIText"/>
            </w:pPr>
            <w:r w:rsidRPr="00A55976">
              <w:t>1</w:t>
            </w:r>
            <w:r>
              <w:t>.</w:t>
            </w:r>
            <w:r w:rsidRPr="00A55976">
              <w:t xml:space="preserve"> Select, condition and spawn broodstock</w:t>
            </w:r>
          </w:p>
        </w:tc>
        <w:tc>
          <w:tcPr>
            <w:tcW w:w="3604" w:type="pct"/>
            <w:shd w:val="clear" w:color="auto" w:fill="auto"/>
          </w:tcPr>
          <w:p w14:paraId="120943EB" w14:textId="77777777" w:rsidR="00A55976" w:rsidRPr="00A55976" w:rsidRDefault="00A55976" w:rsidP="00A55976">
            <w:r w:rsidRPr="00A55976">
              <w:t>1.1 Confirm breeding objectives, selection aims and strategies with management</w:t>
            </w:r>
          </w:p>
          <w:p w14:paraId="087F59D4" w14:textId="0EADA617" w:rsidR="00A55976" w:rsidRPr="00A55976" w:rsidRDefault="00A55976" w:rsidP="00A55976">
            <w:r w:rsidRPr="00A55976">
              <w:t>1.2 Confirm hatchery production schedule, labour and resource requirements</w:t>
            </w:r>
            <w:r w:rsidR="000F59B8">
              <w:t>, health and safety</w:t>
            </w:r>
            <w:r w:rsidRPr="00A55976">
              <w:t xml:space="preserve"> and risk minimisation procedures with production personnel</w:t>
            </w:r>
          </w:p>
          <w:p w14:paraId="18A5CA1F" w14:textId="0980B2B9" w:rsidR="00A55976" w:rsidRPr="00A55976" w:rsidRDefault="00A55976" w:rsidP="00A55976">
            <w:r w:rsidRPr="00A55976">
              <w:t xml:space="preserve">1.3 Ensure quality of broodstock selection is met according to workplace </w:t>
            </w:r>
            <w:r w:rsidR="008B443C">
              <w:t>requirements</w:t>
            </w:r>
          </w:p>
          <w:p w14:paraId="2B47D244" w14:textId="77777777" w:rsidR="00A55976" w:rsidRPr="00A55976" w:rsidRDefault="00A55976" w:rsidP="00A55976">
            <w:r w:rsidRPr="00A55976">
              <w:t xml:space="preserve">1.4 Manage the broodstock conditioning, spawning and recovery process </w:t>
            </w:r>
          </w:p>
          <w:p w14:paraId="202872FB" w14:textId="7D5A4DB8" w:rsidR="00A55976" w:rsidRPr="00A55976" w:rsidRDefault="00A55976" w:rsidP="00A55976">
            <w:pPr>
              <w:pStyle w:val="SIText"/>
            </w:pPr>
            <w:r w:rsidRPr="00A55976">
              <w:t>1.5 Identify broodstock to be spawned again at a later date and move to holding tanks or areas</w:t>
            </w:r>
          </w:p>
        </w:tc>
      </w:tr>
      <w:tr w:rsidR="00A55976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8357CC4" w:rsidR="00A55976" w:rsidRPr="00A55976" w:rsidRDefault="00A55976" w:rsidP="00A55976">
            <w:pPr>
              <w:pStyle w:val="SIText"/>
            </w:pPr>
            <w:r w:rsidRPr="00A55976">
              <w:t>2</w:t>
            </w:r>
            <w:r>
              <w:t>.</w:t>
            </w:r>
            <w:r w:rsidRPr="00A55976">
              <w:t xml:space="preserve"> Select or cull progeny</w:t>
            </w:r>
          </w:p>
        </w:tc>
        <w:tc>
          <w:tcPr>
            <w:tcW w:w="3604" w:type="pct"/>
            <w:shd w:val="clear" w:color="auto" w:fill="auto"/>
          </w:tcPr>
          <w:p w14:paraId="09D8E90A" w14:textId="77777777" w:rsidR="00A55976" w:rsidRPr="00A55976" w:rsidRDefault="00A55976" w:rsidP="00A55976">
            <w:r w:rsidRPr="00A55976">
              <w:t>2.1 Manage progeny husbandry to ensure high survival and growth or other selection criteria</w:t>
            </w:r>
          </w:p>
          <w:p w14:paraId="6170D7BB" w14:textId="77777777" w:rsidR="00A55976" w:rsidRPr="00A55976" w:rsidRDefault="00A55976" w:rsidP="00A55976">
            <w:r w:rsidRPr="00A55976">
              <w:t>2.2 Carry out quality assessment of progeny regularly and cull or remove inferior progeny</w:t>
            </w:r>
          </w:p>
          <w:p w14:paraId="41111C7E" w14:textId="42D50C68" w:rsidR="00A55976" w:rsidRPr="00A55976" w:rsidRDefault="00A55976" w:rsidP="00A55976">
            <w:r w:rsidRPr="00A55976">
              <w:t xml:space="preserve">2.3 Monitor progeny health and </w:t>
            </w:r>
            <w:r w:rsidR="008B443C">
              <w:t>promptly</w:t>
            </w:r>
            <w:r w:rsidR="008B443C" w:rsidRPr="00A55976">
              <w:t xml:space="preserve"> </w:t>
            </w:r>
            <w:r w:rsidRPr="00A55976">
              <w:t>control any disease outbreaks, sending samples to relevant authorities</w:t>
            </w:r>
          </w:p>
          <w:p w14:paraId="487ED568" w14:textId="77777777" w:rsidR="00A55976" w:rsidRPr="00A55976" w:rsidRDefault="00A55976" w:rsidP="00A55976">
            <w:r w:rsidRPr="00A55976">
              <w:t>2.4 Monitor effects of feed and health treatments on progeny and take actions to avoid or minimise health problems and negative effects on product quality</w:t>
            </w:r>
          </w:p>
          <w:p w14:paraId="44CDC322" w14:textId="77777777" w:rsidR="00A55976" w:rsidRPr="00A55976" w:rsidRDefault="00A55976" w:rsidP="00A55976">
            <w:r w:rsidRPr="00A55976">
              <w:t>2.5 Monitor progeny growth and development using an appropriate performance recording system</w:t>
            </w:r>
          </w:p>
          <w:p w14:paraId="24C3CCB7" w14:textId="46710417" w:rsidR="00A55976" w:rsidRPr="00A55976" w:rsidRDefault="00A55976" w:rsidP="00A55976">
            <w:r w:rsidRPr="00A55976">
              <w:t xml:space="preserve">2.6 Carry out harvesting to meet </w:t>
            </w:r>
            <w:r w:rsidR="00675ACF">
              <w:t>hatchery production plan</w:t>
            </w:r>
            <w:bookmarkStart w:id="0" w:name="_GoBack"/>
            <w:bookmarkEnd w:id="0"/>
          </w:p>
          <w:p w14:paraId="2B73179F" w14:textId="06914866" w:rsidR="00A55976" w:rsidRPr="00A55976" w:rsidRDefault="00A55976" w:rsidP="00A55976">
            <w:pPr>
              <w:pStyle w:val="SIText"/>
            </w:pPr>
            <w:r w:rsidRPr="00A55976">
              <w:t>2.7 Maintain breeding records according to industry standards and breeding program requirements</w:t>
            </w:r>
          </w:p>
        </w:tc>
      </w:tr>
      <w:tr w:rsidR="00A55976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7231BCA7" w:rsidR="00A55976" w:rsidRPr="00A55976" w:rsidRDefault="00A55976" w:rsidP="00A55976">
            <w:pPr>
              <w:pStyle w:val="SIText"/>
            </w:pPr>
            <w:r w:rsidRPr="00A55976">
              <w:t>3</w:t>
            </w:r>
            <w:r>
              <w:t>.</w:t>
            </w:r>
            <w:r w:rsidRPr="00A55976">
              <w:t xml:space="preserve"> Monitor, review and improve hatchery performance</w:t>
            </w:r>
          </w:p>
        </w:tc>
        <w:tc>
          <w:tcPr>
            <w:tcW w:w="3604" w:type="pct"/>
            <w:shd w:val="clear" w:color="auto" w:fill="auto"/>
          </w:tcPr>
          <w:p w14:paraId="3D942B16" w14:textId="77777777" w:rsidR="00A55976" w:rsidRPr="00A55976" w:rsidRDefault="00A55976" w:rsidP="00A55976">
            <w:r w:rsidRPr="00A55976">
              <w:t>3.1 Review the progress of hatchery production plan with management</w:t>
            </w:r>
          </w:p>
          <w:p w14:paraId="7845D10B" w14:textId="77777777" w:rsidR="00A55976" w:rsidRPr="00A55976" w:rsidRDefault="00A55976" w:rsidP="00A55976">
            <w:r w:rsidRPr="00A55976">
              <w:t>3.2 Maintain and analyse physical and financial evaluations of hatchery performance</w:t>
            </w:r>
          </w:p>
          <w:p w14:paraId="29717BF9" w14:textId="77777777" w:rsidR="00A55976" w:rsidRPr="00A55976" w:rsidRDefault="00A55976" w:rsidP="00A55976">
            <w:r w:rsidRPr="00A55976">
              <w:t>3.3 Obtain and assess information on innovations to determine relevance and possible application</w:t>
            </w:r>
          </w:p>
          <w:p w14:paraId="01ADC55F" w14:textId="77777777" w:rsidR="00A55976" w:rsidRPr="00A55976" w:rsidRDefault="00A55976" w:rsidP="00A55976">
            <w:r w:rsidRPr="00A55976">
              <w:t>3.4 Test innovations to determine suitability and adaptability to individual circumstances, their benefit and cost, and report outcomes to management team</w:t>
            </w:r>
          </w:p>
          <w:p w14:paraId="02A7B6D4" w14:textId="02796CB0" w:rsidR="00A55976" w:rsidRPr="00A55976" w:rsidRDefault="00A55976" w:rsidP="00A55976">
            <w:pPr>
              <w:pStyle w:val="SIText"/>
            </w:pPr>
            <w:r w:rsidRPr="00A55976">
              <w:t>3.5 Discuss selection aims, breeding objectives and strategies with management team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61D19619" w:rsidR="005F771F" w:rsidRPr="000754EC" w:rsidRDefault="005F771F" w:rsidP="000754EC"/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55976" w:rsidRPr="00336FCA" w:rsidDel="00423CB2" w14:paraId="7A6C86DB" w14:textId="77777777" w:rsidTr="00CA2922">
        <w:tc>
          <w:tcPr>
            <w:tcW w:w="1396" w:type="pct"/>
          </w:tcPr>
          <w:p w14:paraId="63013FFB" w14:textId="7390ADAA" w:rsidR="00A55976" w:rsidRPr="00A55976" w:rsidRDefault="00A55976" w:rsidP="00A55976">
            <w:pPr>
              <w:pStyle w:val="SIText"/>
            </w:pPr>
            <w:r w:rsidRPr="00A55976">
              <w:t>Reading</w:t>
            </w:r>
          </w:p>
        </w:tc>
        <w:tc>
          <w:tcPr>
            <w:tcW w:w="3604" w:type="pct"/>
          </w:tcPr>
          <w:p w14:paraId="10633A3D" w14:textId="77777777" w:rsidR="00A55976" w:rsidRPr="00A55976" w:rsidRDefault="00A55976" w:rsidP="00A55976">
            <w:pPr>
              <w:pStyle w:val="SIBulletList1"/>
            </w:pPr>
            <w:r w:rsidRPr="00A55976">
              <w:rPr>
                <w:rFonts w:eastAsia="Calibri"/>
              </w:rPr>
              <w:t>Interpret production plans and order requirements</w:t>
            </w:r>
          </w:p>
          <w:p w14:paraId="1D26F408" w14:textId="49BDE3CB" w:rsidR="00A55976" w:rsidRPr="00A55976" w:rsidRDefault="00A55976" w:rsidP="00A55976">
            <w:pPr>
              <w:pStyle w:val="SIBulletList1"/>
            </w:pPr>
            <w:r w:rsidRPr="00A55976">
              <w:rPr>
                <w:rFonts w:eastAsia="Calibri"/>
              </w:rPr>
              <w:t>Research and analyse information about hatchery operations from a range of sources</w:t>
            </w:r>
          </w:p>
        </w:tc>
      </w:tr>
      <w:tr w:rsidR="00A55976" w:rsidRPr="00336FCA" w:rsidDel="00423CB2" w14:paraId="229D9642" w14:textId="77777777" w:rsidTr="00CA2922">
        <w:tc>
          <w:tcPr>
            <w:tcW w:w="1396" w:type="pct"/>
          </w:tcPr>
          <w:p w14:paraId="307E895A" w14:textId="14D8ADFA" w:rsidR="00A55976" w:rsidRPr="00A55976" w:rsidRDefault="00A55976" w:rsidP="00A55976">
            <w:pPr>
              <w:pStyle w:val="SIText"/>
            </w:pPr>
            <w:r w:rsidRPr="00A55976">
              <w:t xml:space="preserve">Writing </w:t>
            </w:r>
          </w:p>
        </w:tc>
        <w:tc>
          <w:tcPr>
            <w:tcW w:w="3604" w:type="pct"/>
          </w:tcPr>
          <w:p w14:paraId="122EA5DC" w14:textId="5982B3F7" w:rsidR="00A55976" w:rsidRPr="00A55976" w:rsidRDefault="00A55976" w:rsidP="00A55976">
            <w:pPr>
              <w:pStyle w:val="SIBulletList1"/>
              <w:rPr>
                <w:rFonts w:eastAsia="Calibri"/>
              </w:rPr>
            </w:pPr>
            <w:r w:rsidRPr="00A55976">
              <w:rPr>
                <w:rFonts w:eastAsia="Calibri"/>
              </w:rPr>
              <w:t xml:space="preserve">Complete workplace documentation relating to hatchery operations legibly and accurately </w:t>
            </w:r>
          </w:p>
        </w:tc>
      </w:tr>
      <w:tr w:rsidR="00A55976" w:rsidRPr="00336FCA" w:rsidDel="00423CB2" w14:paraId="05F8553F" w14:textId="77777777" w:rsidTr="00CA2922">
        <w:tc>
          <w:tcPr>
            <w:tcW w:w="1396" w:type="pct"/>
          </w:tcPr>
          <w:p w14:paraId="0A3AC22F" w14:textId="063F02FF" w:rsidR="00A55976" w:rsidRPr="00A55976" w:rsidRDefault="00A55976" w:rsidP="00A55976">
            <w:r w:rsidRPr="00A55976">
              <w:t>Numeracy</w:t>
            </w:r>
          </w:p>
        </w:tc>
        <w:tc>
          <w:tcPr>
            <w:tcW w:w="3604" w:type="pct"/>
          </w:tcPr>
          <w:p w14:paraId="3A629235" w14:textId="77777777" w:rsidR="00A55976" w:rsidRPr="00A55976" w:rsidRDefault="00A55976" w:rsidP="00A55976">
            <w:pPr>
              <w:pStyle w:val="SIBulletList1"/>
            </w:pPr>
            <w:r w:rsidRPr="00A55976">
              <w:t xml:space="preserve">Calculate and estimate quantities of stock </w:t>
            </w:r>
          </w:p>
          <w:p w14:paraId="728FBD1D" w14:textId="77777777" w:rsidR="00A55976" w:rsidRPr="00A55976" w:rsidRDefault="00A55976" w:rsidP="00A55976">
            <w:pPr>
              <w:pStyle w:val="SIBulletList1"/>
            </w:pPr>
            <w:r w:rsidRPr="00A55976">
              <w:t>Record and interpret data relating to water quality</w:t>
            </w:r>
          </w:p>
          <w:p w14:paraId="0B38328F" w14:textId="0F56F4C7" w:rsidR="00A55976" w:rsidRPr="00A55976" w:rsidRDefault="00A55976" w:rsidP="00A55976">
            <w:pPr>
              <w:pStyle w:val="SIBulletList1"/>
              <w:rPr>
                <w:rFonts w:eastAsia="Calibri"/>
              </w:rPr>
            </w:pPr>
            <w:r w:rsidRPr="00A55976">
              <w:t>Monitor and analyse costs of hatchery operations</w:t>
            </w:r>
          </w:p>
        </w:tc>
      </w:tr>
      <w:tr w:rsidR="00A55976" w:rsidRPr="00336FCA" w:rsidDel="00423CB2" w14:paraId="0F023268" w14:textId="77777777" w:rsidTr="00CA2922">
        <w:tc>
          <w:tcPr>
            <w:tcW w:w="1396" w:type="pct"/>
          </w:tcPr>
          <w:p w14:paraId="143678B8" w14:textId="15F937DC" w:rsidR="00A55976" w:rsidRPr="00A55976" w:rsidRDefault="00A55976" w:rsidP="00A55976">
            <w:r w:rsidRPr="00A55976">
              <w:t>Oral communication</w:t>
            </w:r>
          </w:p>
        </w:tc>
        <w:tc>
          <w:tcPr>
            <w:tcW w:w="3604" w:type="pct"/>
          </w:tcPr>
          <w:p w14:paraId="08C1D482" w14:textId="7667D7DB" w:rsidR="00A55976" w:rsidRPr="00D950F9" w:rsidRDefault="00A55976" w:rsidP="00D950F9">
            <w:pPr>
              <w:pStyle w:val="SIBulletList1"/>
              <w:rPr>
                <w:rFonts w:eastAsia="Calibri"/>
              </w:rPr>
            </w:pPr>
            <w:r w:rsidRPr="00A55976">
              <w:t xml:space="preserve">Explain hatchery operation responsibilities to staff using language appropriate for audience </w:t>
            </w:r>
          </w:p>
        </w:tc>
      </w:tr>
      <w:tr w:rsidR="00A55976" w:rsidRPr="00336FCA" w:rsidDel="00423CB2" w14:paraId="1F9DEA63" w14:textId="77777777" w:rsidTr="00CA2922">
        <w:tc>
          <w:tcPr>
            <w:tcW w:w="1396" w:type="pct"/>
          </w:tcPr>
          <w:p w14:paraId="1E309450" w14:textId="43B36ECC" w:rsidR="00A55976" w:rsidRPr="00A55976" w:rsidRDefault="00A55976" w:rsidP="00A55976">
            <w:r w:rsidRPr="00A55976">
              <w:t>Interact with others</w:t>
            </w:r>
          </w:p>
        </w:tc>
        <w:tc>
          <w:tcPr>
            <w:tcW w:w="3604" w:type="pct"/>
          </w:tcPr>
          <w:p w14:paraId="48B695CE" w14:textId="4F014A13" w:rsidR="00A55976" w:rsidRPr="00D950F9" w:rsidRDefault="00A55976" w:rsidP="00D950F9">
            <w:pPr>
              <w:pStyle w:val="SIBulletList1"/>
              <w:rPr>
                <w:rFonts w:eastAsia="Calibri"/>
              </w:rPr>
            </w:pPr>
            <w:r w:rsidRPr="00A55976">
              <w:t>Collaborate with others contributing knowledge, ideas and skills to achieve improvements in stock quality and hatchery operations</w:t>
            </w:r>
          </w:p>
        </w:tc>
      </w:tr>
      <w:tr w:rsidR="00A55976" w:rsidRPr="00336FCA" w:rsidDel="00423CB2" w14:paraId="376B22CD" w14:textId="77777777" w:rsidTr="00CA2922">
        <w:tc>
          <w:tcPr>
            <w:tcW w:w="1396" w:type="pct"/>
          </w:tcPr>
          <w:p w14:paraId="129A1CD6" w14:textId="7E22FFBE" w:rsidR="00A55976" w:rsidRPr="00A55976" w:rsidRDefault="00A55976" w:rsidP="00A55976">
            <w:r w:rsidRPr="00A55976">
              <w:t>Get the work done</w:t>
            </w:r>
          </w:p>
        </w:tc>
        <w:tc>
          <w:tcPr>
            <w:tcW w:w="3604" w:type="pct"/>
          </w:tcPr>
          <w:p w14:paraId="3F0B0F26" w14:textId="77777777" w:rsidR="00A55976" w:rsidRPr="00A55976" w:rsidRDefault="00A55976" w:rsidP="00A55976">
            <w:pPr>
              <w:pStyle w:val="SIBulletList1"/>
              <w:rPr>
                <w:rFonts w:eastAsia="Calibri"/>
              </w:rPr>
            </w:pPr>
            <w:r w:rsidRPr="00A55976">
              <w:rPr>
                <w:rFonts w:eastAsia="Calibri"/>
              </w:rPr>
              <w:t>Assess options taking into consideration a range of relevant factors and test and report on continuous improvements for hatchery operations</w:t>
            </w:r>
            <w:r w:rsidRPr="00A55976">
              <w:t xml:space="preserve"> </w:t>
            </w:r>
          </w:p>
          <w:p w14:paraId="6649C72E" w14:textId="2650FF9F" w:rsidR="00A55976" w:rsidRPr="00A55976" w:rsidRDefault="00A55976" w:rsidP="00A55976">
            <w:pPr>
              <w:pStyle w:val="SIBulletList1"/>
              <w:rPr>
                <w:rFonts w:eastAsia="Calibri"/>
              </w:rPr>
            </w:pPr>
            <w:r w:rsidRPr="00A55976">
              <w:rPr>
                <w:rFonts w:eastAsia="Calibri"/>
              </w:rPr>
              <w:t>Use familiar digital systems and tools to access, organise, analyse and display information relevant to role and hatchery operations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55976" w14:paraId="67633B90" w14:textId="77777777" w:rsidTr="00F33FF2">
        <w:tc>
          <w:tcPr>
            <w:tcW w:w="1028" w:type="pct"/>
          </w:tcPr>
          <w:p w14:paraId="666F2C5F" w14:textId="06EB5CBD" w:rsidR="00A55976" w:rsidRPr="00A55976" w:rsidRDefault="00A55976" w:rsidP="00A55976">
            <w:pPr>
              <w:pStyle w:val="SIText"/>
            </w:pPr>
            <w:r w:rsidRPr="00A55976">
              <w:t>SFIAQU404 Operate hatchery</w:t>
            </w:r>
          </w:p>
        </w:tc>
        <w:tc>
          <w:tcPr>
            <w:tcW w:w="1105" w:type="pct"/>
          </w:tcPr>
          <w:p w14:paraId="520629F4" w14:textId="444D1E9E" w:rsidR="00A55976" w:rsidRPr="00A55976" w:rsidRDefault="00A55976" w:rsidP="00A55976">
            <w:pPr>
              <w:pStyle w:val="SIText"/>
            </w:pPr>
            <w:r w:rsidRPr="00A55976">
              <w:t>SFIAQUA404C Operate hatchery</w:t>
            </w:r>
          </w:p>
        </w:tc>
        <w:tc>
          <w:tcPr>
            <w:tcW w:w="1251" w:type="pct"/>
          </w:tcPr>
          <w:p w14:paraId="51844FA1" w14:textId="5D9C7ACC" w:rsidR="00A55976" w:rsidRPr="00A55976" w:rsidRDefault="00A55976" w:rsidP="00A55976">
            <w:pPr>
              <w:pStyle w:val="SIText"/>
            </w:pPr>
            <w:r w:rsidRPr="00A55976">
              <w:t>Updated to meet Standards for Training Packages</w:t>
            </w:r>
          </w:p>
        </w:tc>
        <w:tc>
          <w:tcPr>
            <w:tcW w:w="1616" w:type="pct"/>
          </w:tcPr>
          <w:p w14:paraId="509E63B0" w14:textId="571FD76C" w:rsidR="00A55976" w:rsidRPr="00A55976" w:rsidRDefault="00A55976" w:rsidP="00A55976">
            <w:pPr>
              <w:pStyle w:val="SIText"/>
            </w:pPr>
            <w:r w:rsidRPr="00A55976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67A3BECF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A55976" w:rsidRPr="00A55976">
              <w:t>SFIAQU404 Operate hatchery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A55976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D878307" w14:textId="0C21803C" w:rsidR="00A55976" w:rsidRPr="00A55976" w:rsidRDefault="00A55976" w:rsidP="00A55976">
            <w:pPr>
              <w:pStyle w:val="SIText"/>
            </w:pPr>
            <w:r w:rsidRPr="00A55976">
              <w:t>An individual demonstrating competency must satisfy all the elements</w:t>
            </w:r>
            <w:r w:rsidR="009E7004">
              <w:t xml:space="preserve"> and</w:t>
            </w:r>
            <w:r w:rsidRPr="00A55976">
              <w:t xml:space="preserve"> performance criteria of this unit. </w:t>
            </w:r>
            <w:r w:rsidR="009E7004">
              <w:t>There must be e</w:t>
            </w:r>
            <w:r w:rsidRPr="00A55976">
              <w:t xml:space="preserve">vidence </w:t>
            </w:r>
            <w:r w:rsidR="009E7004">
              <w:t>that the individual has managed and monitored the operations of a hatchery on at least one occasion, including</w:t>
            </w:r>
            <w:r w:rsidRPr="00A55976">
              <w:t>:</w:t>
            </w:r>
          </w:p>
          <w:p w14:paraId="42BA730B" w14:textId="77777777" w:rsidR="00A55976" w:rsidRPr="00A55976" w:rsidRDefault="00A55976" w:rsidP="00A55976">
            <w:pPr>
              <w:pStyle w:val="SIBulletList1"/>
              <w:rPr>
                <w:rFonts w:eastAsia="Calibri"/>
              </w:rPr>
            </w:pPr>
            <w:r w:rsidRPr="00A55976">
              <w:rPr>
                <w:rFonts w:eastAsia="Calibri"/>
              </w:rPr>
              <w:t>communicating and supervising production personnel on all aspects of hatchery production</w:t>
            </w:r>
          </w:p>
          <w:p w14:paraId="05DC3C20" w14:textId="77777777" w:rsidR="00A55976" w:rsidRPr="00A55976" w:rsidRDefault="00A55976" w:rsidP="00A55976">
            <w:pPr>
              <w:pStyle w:val="SIBulletList1"/>
              <w:rPr>
                <w:rFonts w:eastAsia="Calibri"/>
              </w:rPr>
            </w:pPr>
            <w:r w:rsidRPr="00A55976">
              <w:rPr>
                <w:rFonts w:eastAsia="Calibri"/>
              </w:rPr>
              <w:t>overseeing the collecting, caring and handling of broodstock, larvae and juveniles</w:t>
            </w:r>
          </w:p>
          <w:p w14:paraId="6CFB43E8" w14:textId="77777777" w:rsidR="00A55976" w:rsidRPr="00A55976" w:rsidRDefault="00A55976" w:rsidP="00A55976">
            <w:pPr>
              <w:pStyle w:val="SIBulletList1"/>
              <w:rPr>
                <w:rFonts w:eastAsia="Calibri"/>
              </w:rPr>
            </w:pPr>
            <w:r w:rsidRPr="00A55976">
              <w:rPr>
                <w:rFonts w:eastAsia="Calibri"/>
              </w:rPr>
              <w:t>overseeing the breeding, culling and raising of progeny and preparing for distribution</w:t>
            </w:r>
          </w:p>
          <w:p w14:paraId="7E690287" w14:textId="77777777" w:rsidR="00A55976" w:rsidRPr="00A55976" w:rsidRDefault="00A55976" w:rsidP="00A55976">
            <w:pPr>
              <w:pStyle w:val="SIBulletList1"/>
              <w:rPr>
                <w:rFonts w:eastAsia="Calibri"/>
              </w:rPr>
            </w:pPr>
            <w:r w:rsidRPr="00A55976">
              <w:rPr>
                <w:rFonts w:eastAsia="Calibri"/>
              </w:rPr>
              <w:t>manipulating culture environment to achieve objectives</w:t>
            </w:r>
          </w:p>
          <w:p w14:paraId="48A43C30" w14:textId="6B31A5EE" w:rsidR="00A55976" w:rsidRPr="00A55976" w:rsidRDefault="00A55976" w:rsidP="00413052">
            <w:pPr>
              <w:pStyle w:val="SIBulletList1"/>
            </w:pPr>
            <w:proofErr w:type="gramStart"/>
            <w:r w:rsidRPr="00A55976">
              <w:rPr>
                <w:rFonts w:eastAsia="Calibri"/>
              </w:rPr>
              <w:t>monitoring</w:t>
            </w:r>
            <w:proofErr w:type="gramEnd"/>
            <w:r w:rsidRPr="00A55976">
              <w:rPr>
                <w:rFonts w:eastAsia="Calibri"/>
              </w:rPr>
              <w:t xml:space="preserve"> hatchery operations, assessing options for improvement and contributing to workplace strategy and planning activities</w:t>
            </w:r>
            <w:r w:rsidR="008B443C">
              <w:rPr>
                <w:rFonts w:eastAsia="Calibri"/>
              </w:rPr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A55976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029561" w14:textId="77777777" w:rsidR="00A55976" w:rsidRPr="00A55976" w:rsidRDefault="00A55976" w:rsidP="00A55976">
            <w:pPr>
              <w:pStyle w:val="SIText"/>
            </w:pPr>
            <w:r w:rsidRPr="00A55976">
              <w:t>An individual must be able to demonstrate the knowledge required to perform the tasks outlined in the elements and performance criteria of this unit. This includes knowledge of:</w:t>
            </w:r>
          </w:p>
          <w:p w14:paraId="0F2977B8" w14:textId="77777777" w:rsidR="00A55976" w:rsidRPr="00A55976" w:rsidRDefault="00A55976" w:rsidP="00A55976">
            <w:pPr>
              <w:pStyle w:val="SIBulletList1"/>
              <w:rPr>
                <w:rFonts w:eastAsia="Calibri"/>
              </w:rPr>
            </w:pPr>
            <w:r w:rsidRPr="00A55976">
              <w:rPr>
                <w:rFonts w:eastAsia="Calibri"/>
              </w:rPr>
              <w:t>breeding requirements of broodstock and progeny</w:t>
            </w:r>
          </w:p>
          <w:p w14:paraId="44E27A47" w14:textId="77777777" w:rsidR="00A55976" w:rsidRPr="00A55976" w:rsidRDefault="00A55976" w:rsidP="00A55976">
            <w:pPr>
              <w:pStyle w:val="SIBulletList1"/>
              <w:rPr>
                <w:rFonts w:eastAsia="Calibri"/>
              </w:rPr>
            </w:pPr>
            <w:r w:rsidRPr="00A55976">
              <w:rPr>
                <w:rFonts w:eastAsia="Calibri"/>
              </w:rPr>
              <w:t>nutritional, health and environmental requirements of breeding stock and progeny</w:t>
            </w:r>
          </w:p>
          <w:p w14:paraId="3F79C49E" w14:textId="77777777" w:rsidR="00A55976" w:rsidRPr="00A55976" w:rsidRDefault="00A55976" w:rsidP="00A55976">
            <w:pPr>
              <w:pStyle w:val="SIBulletList1"/>
              <w:rPr>
                <w:rFonts w:eastAsia="Calibri"/>
              </w:rPr>
            </w:pPr>
            <w:r w:rsidRPr="00A55976">
              <w:rPr>
                <w:rFonts w:eastAsia="Calibri"/>
              </w:rPr>
              <w:t>clinical signs of ovulation and imminent spawning</w:t>
            </w:r>
          </w:p>
          <w:p w14:paraId="3D78BE89" w14:textId="77777777" w:rsidR="00A55976" w:rsidRPr="00A55976" w:rsidRDefault="00A55976" w:rsidP="00A55976">
            <w:pPr>
              <w:pStyle w:val="SIBulletList1"/>
              <w:rPr>
                <w:rFonts w:eastAsia="Calibri"/>
              </w:rPr>
            </w:pPr>
            <w:r w:rsidRPr="00A55976">
              <w:rPr>
                <w:rFonts w:eastAsia="Calibri"/>
              </w:rPr>
              <w:t>environmental factors or cues for reproductive behaviour</w:t>
            </w:r>
          </w:p>
          <w:p w14:paraId="5C325F24" w14:textId="77777777" w:rsidR="00A55976" w:rsidRPr="00A55976" w:rsidRDefault="00A55976" w:rsidP="00A55976">
            <w:pPr>
              <w:pStyle w:val="SIBulletList1"/>
              <w:rPr>
                <w:rFonts w:eastAsia="Calibri"/>
              </w:rPr>
            </w:pPr>
            <w:r w:rsidRPr="00A55976">
              <w:rPr>
                <w:rFonts w:eastAsia="Calibri"/>
              </w:rPr>
              <w:t xml:space="preserve">preparation of broodstock and or progeny for distribution </w:t>
            </w:r>
          </w:p>
          <w:p w14:paraId="1378CBF6" w14:textId="77777777" w:rsidR="00A55976" w:rsidRPr="00A55976" w:rsidRDefault="00A55976" w:rsidP="00A55976">
            <w:pPr>
              <w:pStyle w:val="SIBulletList1"/>
              <w:rPr>
                <w:rFonts w:eastAsia="Calibri"/>
              </w:rPr>
            </w:pPr>
            <w:r w:rsidRPr="00A55976">
              <w:rPr>
                <w:rFonts w:eastAsia="Calibri"/>
              </w:rPr>
              <w:t>workplace business information relevant to hatchery operations</w:t>
            </w:r>
          </w:p>
          <w:p w14:paraId="650CCF15" w14:textId="77777777" w:rsidR="00413052" w:rsidRPr="005F4849" w:rsidRDefault="00A55976" w:rsidP="00A55976">
            <w:pPr>
              <w:pStyle w:val="SIBulletList1"/>
            </w:pPr>
            <w:r w:rsidRPr="00A55976">
              <w:rPr>
                <w:rFonts w:eastAsia="Calibri"/>
              </w:rPr>
              <w:t>overview of current innovations and trends in hatchery operations</w:t>
            </w:r>
            <w:r w:rsidR="00413052" w:rsidRPr="00A55976">
              <w:rPr>
                <w:rFonts w:eastAsia="Calibri"/>
              </w:rPr>
              <w:t xml:space="preserve"> </w:t>
            </w:r>
          </w:p>
          <w:p w14:paraId="7D18C0FD" w14:textId="5BA1B0E9" w:rsidR="00A55976" w:rsidRPr="00A55976" w:rsidRDefault="00413052" w:rsidP="00A55976">
            <w:pPr>
              <w:pStyle w:val="SIBulletList1"/>
            </w:pPr>
            <w:r w:rsidRPr="00413052">
              <w:rPr>
                <w:rFonts w:eastAsia="Calibri"/>
              </w:rPr>
              <w:t>health and safety requirements in context of hatchery operations</w:t>
            </w:r>
            <w:r w:rsidR="00A55976" w:rsidRPr="00A55976">
              <w:rPr>
                <w:rFonts w:eastAsia="Calibri"/>
              </w:rPr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A55976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64B7B8D" w14:textId="77777777" w:rsidR="00A55976" w:rsidRPr="00A55976" w:rsidRDefault="00A55976" w:rsidP="00A55976">
            <w:pPr>
              <w:pStyle w:val="SIText"/>
            </w:pPr>
            <w:r w:rsidRPr="00A55976">
              <w:t xml:space="preserve">Assessment of this unit of competency must take place under the following conditions: </w:t>
            </w:r>
          </w:p>
          <w:p w14:paraId="58CFA2DE" w14:textId="77777777" w:rsidR="00A55976" w:rsidRPr="00A55976" w:rsidRDefault="00A55976" w:rsidP="00A55976">
            <w:pPr>
              <w:pStyle w:val="SIBulletList1"/>
            </w:pPr>
            <w:r w:rsidRPr="00A55976">
              <w:t>physical conditions:</w:t>
            </w:r>
          </w:p>
          <w:p w14:paraId="30A805E7" w14:textId="6AB77B4B" w:rsidR="00A55976" w:rsidRPr="005F4849" w:rsidRDefault="00413052" w:rsidP="00413052">
            <w:pPr>
              <w:pStyle w:val="SIBulletList2"/>
            </w:pPr>
            <w:r w:rsidRPr="002F61F4">
              <w:t xml:space="preserve">skills must be demonstrated in an aquaculture </w:t>
            </w:r>
            <w:r w:rsidRPr="00413052">
              <w:t>hatchery or an environment that accurately represents workplace conditions</w:t>
            </w:r>
          </w:p>
          <w:p w14:paraId="38F72DEF" w14:textId="77777777" w:rsidR="00A55976" w:rsidRPr="00A55976" w:rsidRDefault="00A55976" w:rsidP="00A55976">
            <w:pPr>
              <w:pStyle w:val="SIBulletList1"/>
            </w:pPr>
            <w:r w:rsidRPr="00A55976">
              <w:t>resources, equipment and materials:</w:t>
            </w:r>
          </w:p>
          <w:p w14:paraId="7DA9FA72" w14:textId="77777777" w:rsidR="00A55976" w:rsidRPr="00A55976" w:rsidRDefault="00A55976" w:rsidP="00A55976">
            <w:pPr>
              <w:pStyle w:val="SIBulletList2"/>
              <w:rPr>
                <w:rFonts w:eastAsia="Calibri"/>
              </w:rPr>
            </w:pPr>
            <w:r w:rsidRPr="00A55976">
              <w:rPr>
                <w:rFonts w:eastAsia="Calibri"/>
              </w:rPr>
              <w:t>broodstock or seedstock</w:t>
            </w:r>
          </w:p>
          <w:p w14:paraId="7CF9D255" w14:textId="77777777" w:rsidR="00A55976" w:rsidRPr="00A55976" w:rsidRDefault="00A55976" w:rsidP="00A55976">
            <w:pPr>
              <w:pStyle w:val="SIBulletList2"/>
              <w:rPr>
                <w:rFonts w:eastAsia="Calibri"/>
              </w:rPr>
            </w:pPr>
            <w:r w:rsidRPr="00A55976">
              <w:rPr>
                <w:rFonts w:eastAsia="Calibri"/>
              </w:rPr>
              <w:t>hatchery and equipment for caring for and raising progeny</w:t>
            </w:r>
          </w:p>
          <w:p w14:paraId="17070EE0" w14:textId="77777777" w:rsidR="00A55976" w:rsidRPr="00A55976" w:rsidRDefault="00A55976" w:rsidP="00A55976">
            <w:pPr>
              <w:pStyle w:val="SIBulletList2"/>
              <w:rPr>
                <w:rFonts w:eastAsia="Calibri"/>
              </w:rPr>
            </w:pPr>
            <w:r w:rsidRPr="00A55976">
              <w:rPr>
                <w:rFonts w:eastAsia="Calibri"/>
              </w:rPr>
              <w:t>monitoring equipment</w:t>
            </w:r>
          </w:p>
          <w:p w14:paraId="18DC81DD" w14:textId="77777777" w:rsidR="00A55976" w:rsidRPr="00A55976" w:rsidRDefault="00A55976" w:rsidP="00A55976">
            <w:pPr>
              <w:pStyle w:val="SIBulletList2"/>
              <w:rPr>
                <w:rFonts w:eastAsia="Calibri"/>
              </w:rPr>
            </w:pPr>
            <w:r w:rsidRPr="00A55976">
              <w:rPr>
                <w:rFonts w:eastAsia="Calibri"/>
              </w:rPr>
              <w:t>reference material for research purposes</w:t>
            </w:r>
          </w:p>
          <w:p w14:paraId="5E6EC5FD" w14:textId="77777777" w:rsidR="00A55976" w:rsidRPr="00A55976" w:rsidRDefault="00A55976" w:rsidP="00A55976">
            <w:pPr>
              <w:pStyle w:val="SIBulletList1"/>
              <w:rPr>
                <w:rFonts w:eastAsia="Calibri"/>
              </w:rPr>
            </w:pPr>
            <w:r w:rsidRPr="00A55976">
              <w:rPr>
                <w:rFonts w:eastAsia="Calibri"/>
              </w:rPr>
              <w:t>specifications:</w:t>
            </w:r>
          </w:p>
          <w:p w14:paraId="5AAE586B" w14:textId="77777777" w:rsidR="00A55976" w:rsidRPr="00A55976" w:rsidRDefault="00A55976" w:rsidP="00A55976">
            <w:pPr>
              <w:pStyle w:val="SIBulletList2"/>
              <w:rPr>
                <w:rFonts w:eastAsia="Calibri"/>
              </w:rPr>
            </w:pPr>
            <w:r w:rsidRPr="00A55976">
              <w:rPr>
                <w:rFonts w:eastAsia="Calibri"/>
              </w:rPr>
              <w:t xml:space="preserve">hatchery production schedule, labour and resource requirements </w:t>
            </w:r>
          </w:p>
          <w:p w14:paraId="6D82F515" w14:textId="0CF07675" w:rsidR="00A55976" w:rsidRPr="00A55976" w:rsidRDefault="00A55976" w:rsidP="00A55976">
            <w:pPr>
              <w:pStyle w:val="SIBulletList1"/>
            </w:pPr>
            <w:r w:rsidRPr="00A55976">
              <w:t>relationships:</w:t>
            </w:r>
          </w:p>
          <w:p w14:paraId="54011C44" w14:textId="7FFD2836" w:rsidR="00A55976" w:rsidRPr="00A55976" w:rsidRDefault="00413052" w:rsidP="00A55976">
            <w:pPr>
              <w:pStyle w:val="SIBulletList2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interactions</w:t>
            </w:r>
            <w:proofErr w:type="gramEnd"/>
            <w:r w:rsidR="00A55976" w:rsidRPr="00A55976">
              <w:rPr>
                <w:rFonts w:eastAsia="Calibri"/>
              </w:rPr>
              <w:t xml:space="preserve"> with management and </w:t>
            </w:r>
            <w:r w:rsidR="009028A4">
              <w:rPr>
                <w:rFonts w:eastAsia="Calibri"/>
              </w:rPr>
              <w:t xml:space="preserve">production </w:t>
            </w:r>
            <w:r w:rsidR="00A55976" w:rsidRPr="00A55976">
              <w:rPr>
                <w:rFonts w:eastAsia="Calibri"/>
              </w:rPr>
              <w:t>staff</w:t>
            </w:r>
            <w:r>
              <w:rPr>
                <w:rFonts w:eastAsia="Calibri"/>
              </w:rPr>
              <w:t xml:space="preserve"> members</w:t>
            </w:r>
            <w:r w:rsidR="00A55976" w:rsidRPr="00A55976">
              <w:rPr>
                <w:rFonts w:eastAsia="Calibri"/>
              </w:rPr>
              <w:t>.</w:t>
            </w:r>
          </w:p>
          <w:p w14:paraId="49A63D6F" w14:textId="77777777" w:rsidR="00A55976" w:rsidRPr="00A55976" w:rsidRDefault="00A55976" w:rsidP="00A55976">
            <w:pPr>
              <w:pStyle w:val="SIText"/>
            </w:pPr>
          </w:p>
          <w:p w14:paraId="71739C8B" w14:textId="098FB846" w:rsidR="00A55976" w:rsidRPr="00A55976" w:rsidRDefault="00A55976" w:rsidP="00A55976">
            <w:pPr>
              <w:pStyle w:val="SIText"/>
            </w:pPr>
            <w:r w:rsidRPr="00A5597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2A454B4E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75ACF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827E90D" w:rsidR="00540BD0" w:rsidRDefault="006A0208">
    <w:r>
      <w:t>SFIAQU</w:t>
    </w:r>
    <w:r w:rsidR="00A55976">
      <w:t xml:space="preserve">404 </w:t>
    </w:r>
    <w:r w:rsidR="00A55976" w:rsidRPr="00A55976">
      <w:t>Operate hatchery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0F59B8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560E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3052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849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75ACF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43C"/>
    <w:rsid w:val="008B4AD2"/>
    <w:rsid w:val="008B7138"/>
    <w:rsid w:val="008E260C"/>
    <w:rsid w:val="008E39B1"/>
    <w:rsid w:val="008E39BE"/>
    <w:rsid w:val="008E62EC"/>
    <w:rsid w:val="008F0FC5"/>
    <w:rsid w:val="008F32F6"/>
    <w:rsid w:val="009028A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7004"/>
    <w:rsid w:val="009F0DCC"/>
    <w:rsid w:val="009F11CA"/>
    <w:rsid w:val="00A0695B"/>
    <w:rsid w:val="00A13052"/>
    <w:rsid w:val="00A17A2A"/>
    <w:rsid w:val="00A216A8"/>
    <w:rsid w:val="00A223A6"/>
    <w:rsid w:val="00A3639E"/>
    <w:rsid w:val="00A5092E"/>
    <w:rsid w:val="00A554D6"/>
    <w:rsid w:val="00A5597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50F9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D950F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f347dab1-848b-493e-bd5b-4373a72efd37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EA96459-060E-4104-AFA3-EA0848B1E2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E410FE-8966-40F3-A766-1F399B09B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2018-09-09T07:00:00Z</dcterms:created>
  <dcterms:modified xsi:type="dcterms:W3CDTF">2018-09-17T00:26:00Z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